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40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969"/>
      </w:tblGrid>
      <w:tr w:rsidR="002918F9" w:rsidRPr="002918F9" w14:paraId="63B62298" w14:textId="77777777" w:rsidTr="16EE7690">
        <w:trPr>
          <w:trHeight w:val="1701"/>
        </w:trPr>
        <w:tc>
          <w:tcPr>
            <w:tcW w:w="3969" w:type="dxa"/>
            <w:shd w:val="clear" w:color="auto" w:fill="auto"/>
          </w:tcPr>
          <w:p w14:paraId="389AD821" w14:textId="77777777" w:rsidR="007E3F9E" w:rsidRPr="002918F9" w:rsidRDefault="00DD6AD4" w:rsidP="000C580E">
            <w:pPr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noProof/>
              </w:rPr>
              <w:drawing>
                <wp:inline distT="0" distB="0" distL="0" distR="0" wp14:anchorId="6FFEEA6D" wp14:editId="21745002">
                  <wp:extent cx="485775" cy="514350"/>
                  <wp:effectExtent l="0" t="0" r="0" b="0"/>
                  <wp:docPr id="1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7624A7F" w14:textId="77777777" w:rsidR="006013BE" w:rsidRPr="002918F9" w:rsidRDefault="006013BE" w:rsidP="000C580E">
            <w:pPr>
              <w:pStyle w:val="Nagwek1"/>
              <w:ind w:right="-108"/>
              <w:jc w:val="center"/>
              <w:rPr>
                <w:rFonts w:ascii="Palatino Linotype" w:hAnsi="Palatino Linotype"/>
                <w:szCs w:val="24"/>
              </w:rPr>
            </w:pPr>
            <w:r w:rsidRPr="002918F9">
              <w:rPr>
                <w:rFonts w:ascii="Palatino Linotype" w:hAnsi="Palatino Linotype"/>
                <w:szCs w:val="24"/>
              </w:rPr>
              <w:t>NACZELNY DYREKTOR</w:t>
            </w:r>
            <w:r w:rsidR="004157BE" w:rsidRPr="002918F9">
              <w:rPr>
                <w:rFonts w:ascii="Palatino Linotype" w:hAnsi="Palatino Linotype"/>
                <w:szCs w:val="24"/>
              </w:rPr>
              <w:t xml:space="preserve"> </w:t>
            </w:r>
            <w:r w:rsidR="004157BE" w:rsidRPr="002918F9">
              <w:rPr>
                <w:rFonts w:ascii="Palatino Linotype" w:hAnsi="Palatino Linotype"/>
                <w:bCs/>
                <w:szCs w:val="24"/>
              </w:rPr>
              <w:t xml:space="preserve">ARCHIWÓW </w:t>
            </w:r>
            <w:r w:rsidRPr="002918F9">
              <w:rPr>
                <w:rFonts w:ascii="Palatino Linotype" w:hAnsi="Palatino Linotype"/>
                <w:bCs/>
                <w:szCs w:val="24"/>
              </w:rPr>
              <w:t>PAŃSTWOWYCH</w:t>
            </w:r>
          </w:p>
          <w:p w14:paraId="00D0C22F" w14:textId="77777777" w:rsidR="006013BE" w:rsidRPr="002918F9" w:rsidRDefault="000F468C" w:rsidP="000C580E">
            <w:pPr>
              <w:pStyle w:val="Bezodstpw"/>
              <w:tabs>
                <w:tab w:val="left" w:pos="3402"/>
              </w:tabs>
              <w:ind w:left="-142" w:right="-108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2918F9">
              <w:rPr>
                <w:rFonts w:ascii="Palatino Linotype" w:hAnsi="Palatino Linotype"/>
                <w:bCs/>
                <w:i/>
              </w:rPr>
              <w:t>Paweł Pietrzyk</w:t>
            </w:r>
          </w:p>
        </w:tc>
      </w:tr>
    </w:tbl>
    <w:p w14:paraId="5D5A10C9" w14:textId="77777777" w:rsidR="00361355" w:rsidRPr="002918F9" w:rsidRDefault="00361355" w:rsidP="00B35600">
      <w:pPr>
        <w:pStyle w:val="Bezodstpw"/>
        <w:rPr>
          <w:rFonts w:ascii="Palatino Linotype" w:hAnsi="Palatino Linotype"/>
          <w:sz w:val="24"/>
          <w:szCs w:val="24"/>
        </w:rPr>
      </w:pPr>
    </w:p>
    <w:p w14:paraId="6342E614" w14:textId="77777777" w:rsidR="00B35600" w:rsidRPr="002918F9" w:rsidRDefault="00B35600" w:rsidP="00B35600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Ind w:w="4786" w:type="dxa"/>
        <w:tblLook w:val="04A0" w:firstRow="1" w:lastRow="0" w:firstColumn="1" w:lastColumn="0" w:noHBand="0" w:noVBand="1"/>
      </w:tblPr>
      <w:tblGrid>
        <w:gridCol w:w="4252"/>
      </w:tblGrid>
      <w:tr w:rsidR="00361355" w:rsidRPr="009C4688" w14:paraId="56FD36FA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18817F29" w14:textId="77777777" w:rsidR="00BA1978" w:rsidRDefault="00BA1978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3AF7FEF8" w14:textId="77777777" w:rsidR="00361355" w:rsidRPr="00624502" w:rsidRDefault="00056720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 w:rsidRPr="00624502">
              <w:rPr>
                <w:rFonts w:ascii="Palatino Linotype" w:hAnsi="Palatino Linotype"/>
                <w:b/>
                <w:sz w:val="24"/>
                <w:szCs w:val="24"/>
              </w:rPr>
              <w:t>Pan</w:t>
            </w:r>
          </w:p>
        </w:tc>
      </w:tr>
      <w:tr w:rsidR="00361355" w:rsidRPr="009C4688" w14:paraId="7B03662F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4B32E837" w14:textId="77777777" w:rsidR="00361355" w:rsidRPr="00624502" w:rsidRDefault="00CA1032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Janusz Cieszyński</w:t>
            </w:r>
            <w:r w:rsidR="00E05839" w:rsidRPr="00E05839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</w:tc>
      </w:tr>
      <w:tr w:rsidR="00361355" w:rsidRPr="009C4688" w14:paraId="4A89ABCF" w14:textId="77777777" w:rsidTr="00BA1978">
        <w:trPr>
          <w:trHeight w:val="260"/>
        </w:trPr>
        <w:tc>
          <w:tcPr>
            <w:tcW w:w="4252" w:type="dxa"/>
            <w:shd w:val="clear" w:color="auto" w:fill="auto"/>
          </w:tcPr>
          <w:p w14:paraId="4C7421F8" w14:textId="77777777" w:rsidR="002918F9" w:rsidRDefault="002918F9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Sekretarz</w:t>
            </w:r>
            <w:r w:rsidR="00CA1032">
              <w:rPr>
                <w:rFonts w:ascii="Palatino Linotype" w:hAnsi="Palatino Linotype"/>
                <w:sz w:val="24"/>
                <w:szCs w:val="24"/>
              </w:rPr>
              <w:t xml:space="preserve"> Stanu</w:t>
            </w:r>
            <w:r w:rsidR="00056720" w:rsidRPr="00624502">
              <w:rPr>
                <w:rFonts w:ascii="Palatino Linotype" w:hAnsi="Palatino Linotype"/>
                <w:sz w:val="24"/>
                <w:szCs w:val="24"/>
              </w:rPr>
              <w:br/>
            </w:r>
            <w:r w:rsidR="006E7875">
              <w:rPr>
                <w:rFonts w:ascii="Palatino Linotype" w:hAnsi="Palatino Linotype"/>
                <w:sz w:val="24"/>
                <w:szCs w:val="24"/>
              </w:rPr>
              <w:t xml:space="preserve">w </w:t>
            </w:r>
            <w:r w:rsidR="00CA1032">
              <w:rPr>
                <w:rFonts w:ascii="Palatino Linotype" w:hAnsi="Palatino Linotype"/>
                <w:sz w:val="24"/>
                <w:szCs w:val="24"/>
              </w:rPr>
              <w:t>Kancelari</w:t>
            </w:r>
            <w:r w:rsidR="006E7875">
              <w:rPr>
                <w:rFonts w:ascii="Palatino Linotype" w:hAnsi="Palatino Linotype"/>
                <w:sz w:val="24"/>
                <w:szCs w:val="24"/>
              </w:rPr>
              <w:t>i</w:t>
            </w:r>
            <w:r w:rsidR="00CA1032">
              <w:rPr>
                <w:rFonts w:ascii="Palatino Linotype" w:hAnsi="Palatino Linotype"/>
                <w:sz w:val="24"/>
                <w:szCs w:val="24"/>
              </w:rPr>
              <w:t xml:space="preserve"> Prezesa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Rady Ministrów </w:t>
            </w:r>
          </w:p>
          <w:p w14:paraId="1E47FB8A" w14:textId="77777777" w:rsidR="00361355" w:rsidRPr="00624502" w:rsidRDefault="00361355" w:rsidP="00C606F2">
            <w:pPr>
              <w:pStyle w:val="Bezodstpw"/>
              <w:tabs>
                <w:tab w:val="left" w:pos="5595"/>
              </w:tabs>
              <w:rPr>
                <w:rFonts w:ascii="Palatino Linotype" w:hAnsi="Palatino Linotype"/>
                <w:sz w:val="24"/>
                <w:szCs w:val="24"/>
              </w:rPr>
            </w:pPr>
          </w:p>
        </w:tc>
      </w:tr>
    </w:tbl>
    <w:p w14:paraId="1E90F367" w14:textId="77777777" w:rsidR="00361355" w:rsidRPr="00624502" w:rsidRDefault="00361355" w:rsidP="00361355">
      <w:pPr>
        <w:pStyle w:val="Bezodstpw"/>
        <w:tabs>
          <w:tab w:val="left" w:pos="5595"/>
        </w:tabs>
        <w:rPr>
          <w:rFonts w:ascii="Palatino Linotype" w:hAnsi="Palatino Linotype"/>
          <w:sz w:val="24"/>
          <w:szCs w:val="24"/>
        </w:rPr>
      </w:pPr>
    </w:p>
    <w:p w14:paraId="39D669AB" w14:textId="77777777" w:rsidR="0069171B" w:rsidRPr="00624502" w:rsidRDefault="0069171B" w:rsidP="0069171B">
      <w:pPr>
        <w:pStyle w:val="Bezodstpw"/>
        <w:rPr>
          <w:rFonts w:ascii="Palatino Linotype" w:hAnsi="Palatino Linotype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34"/>
        <w:gridCol w:w="3268"/>
        <w:gridCol w:w="2328"/>
        <w:gridCol w:w="1656"/>
      </w:tblGrid>
      <w:tr w:rsidR="00C87FA1" w:rsidRPr="009C4688" w14:paraId="00A03539" w14:textId="77777777" w:rsidTr="00C606F2">
        <w:trPr>
          <w:trHeight w:val="156"/>
        </w:trPr>
        <w:tc>
          <w:tcPr>
            <w:tcW w:w="2376" w:type="dxa"/>
            <w:hideMark/>
          </w:tcPr>
          <w:p w14:paraId="71A0A840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Wasze pismo z dnia:</w:t>
            </w:r>
          </w:p>
        </w:tc>
        <w:tc>
          <w:tcPr>
            <w:tcW w:w="2410" w:type="dxa"/>
            <w:hideMark/>
          </w:tcPr>
          <w:p w14:paraId="3B638501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Znak:</w:t>
            </w:r>
          </w:p>
        </w:tc>
        <w:tc>
          <w:tcPr>
            <w:tcW w:w="2552" w:type="dxa"/>
            <w:hideMark/>
          </w:tcPr>
          <w:p w14:paraId="73F2449D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Nasz znak:</w:t>
            </w:r>
          </w:p>
        </w:tc>
        <w:tc>
          <w:tcPr>
            <w:tcW w:w="1842" w:type="dxa"/>
            <w:hideMark/>
          </w:tcPr>
          <w:p w14:paraId="303F1F4A" w14:textId="77777777" w:rsidR="00C87FA1" w:rsidRPr="00624502" w:rsidRDefault="00C87FA1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624502">
              <w:rPr>
                <w:rFonts w:ascii="Palatino Linotype" w:hAnsi="Palatino Linotype"/>
                <w:sz w:val="22"/>
                <w:szCs w:val="22"/>
              </w:rPr>
              <w:t>Data:</w:t>
            </w:r>
          </w:p>
        </w:tc>
      </w:tr>
      <w:tr w:rsidR="00C87FA1" w:rsidRPr="009C4688" w14:paraId="7F9CDB8D" w14:textId="77777777" w:rsidTr="007C578A">
        <w:trPr>
          <w:trHeight w:val="372"/>
        </w:trPr>
        <w:tc>
          <w:tcPr>
            <w:tcW w:w="2376" w:type="dxa"/>
          </w:tcPr>
          <w:p w14:paraId="1D268F4B" w14:textId="77777777" w:rsidR="00C87FA1" w:rsidRPr="00624502" w:rsidRDefault="00CA1032" w:rsidP="006F7236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12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.0</w:t>
            </w:r>
            <w:r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  <w:tc>
          <w:tcPr>
            <w:tcW w:w="2410" w:type="dxa"/>
            <w:hideMark/>
          </w:tcPr>
          <w:p w14:paraId="6B5403F1" w14:textId="77777777" w:rsidR="00C87FA1" w:rsidRPr="00624502" w:rsidRDefault="00CA1032" w:rsidP="00CA1032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CA1032">
              <w:rPr>
                <w:rFonts w:ascii="Palatino Linotype" w:hAnsi="Palatino Linotype"/>
                <w:sz w:val="22"/>
                <w:szCs w:val="22"/>
              </w:rPr>
              <w:t>DAIP.WOKRM.0102.186.1.2021</w:t>
            </w:r>
          </w:p>
        </w:tc>
        <w:tc>
          <w:tcPr>
            <w:tcW w:w="2552" w:type="dxa"/>
            <w:hideMark/>
          </w:tcPr>
          <w:p w14:paraId="112815C6" w14:textId="77777777" w:rsidR="00C87FA1" w:rsidRPr="002918F9" w:rsidRDefault="009C315D" w:rsidP="00B35600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 w:rsidRPr="002918F9">
              <w:rPr>
                <w:rFonts w:ascii="Palatino Linotype" w:hAnsi="Palatino Linotype"/>
                <w:sz w:val="22"/>
                <w:szCs w:val="22"/>
              </w:rPr>
              <w:t>DIA.0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25.</w:t>
            </w:r>
            <w:r w:rsidR="00CA1032">
              <w:rPr>
                <w:rFonts w:ascii="Palatino Linotype" w:hAnsi="Palatino Linotype"/>
                <w:sz w:val="22"/>
                <w:szCs w:val="22"/>
              </w:rPr>
              <w:t>1</w:t>
            </w:r>
            <w:r w:rsidR="003F55B3">
              <w:rPr>
                <w:rFonts w:ascii="Palatino Linotype" w:hAnsi="Palatino Linotype"/>
                <w:sz w:val="22"/>
                <w:szCs w:val="22"/>
              </w:rPr>
              <w:t>8</w:t>
            </w:r>
            <w:r w:rsidR="002918F9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Pr="002918F9">
              <w:rPr>
                <w:rFonts w:ascii="Palatino Linotype" w:hAnsi="Palatino Linotype"/>
                <w:sz w:val="22"/>
                <w:szCs w:val="22"/>
              </w:rPr>
              <w:t>202</w:t>
            </w:r>
            <w:r w:rsidR="00D35B1E" w:rsidRPr="002918F9">
              <w:rPr>
                <w:rFonts w:ascii="Palatino Linotype" w:hAnsi="Palatino Linotype"/>
                <w:sz w:val="22"/>
                <w:szCs w:val="22"/>
              </w:rPr>
              <w:t>1</w:t>
            </w:r>
          </w:p>
        </w:tc>
        <w:tc>
          <w:tcPr>
            <w:tcW w:w="1842" w:type="dxa"/>
            <w:hideMark/>
          </w:tcPr>
          <w:p w14:paraId="49D8074C" w14:textId="307CB7A8" w:rsidR="00C87FA1" w:rsidRPr="002918F9" w:rsidRDefault="005F4DB4" w:rsidP="00AC6A2D">
            <w:pPr>
              <w:spacing w:line="276" w:lineRule="auto"/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  <w:t>22</w:t>
            </w:r>
            <w:r w:rsidR="00513234" w:rsidRPr="002918F9">
              <w:rPr>
                <w:rFonts w:ascii="Palatino Linotype" w:hAnsi="Palatino Linotype"/>
                <w:sz w:val="22"/>
                <w:szCs w:val="22"/>
              </w:rPr>
              <w:t>.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0</w:t>
            </w:r>
            <w:r w:rsidR="00CA1032">
              <w:rPr>
                <w:rFonts w:ascii="Palatino Linotype" w:hAnsi="Palatino Linotype"/>
                <w:sz w:val="22"/>
                <w:szCs w:val="22"/>
              </w:rPr>
              <w:t>8</w:t>
            </w:r>
            <w:r w:rsidR="009C315D" w:rsidRPr="002918F9">
              <w:rPr>
                <w:rFonts w:ascii="Palatino Linotype" w:hAnsi="Palatino Linotype"/>
                <w:sz w:val="22"/>
                <w:szCs w:val="22"/>
              </w:rPr>
              <w:t>.2021</w:t>
            </w:r>
          </w:p>
        </w:tc>
      </w:tr>
    </w:tbl>
    <w:p w14:paraId="3F9FB479" w14:textId="77777777" w:rsidR="00C87FA1" w:rsidRPr="00624502" w:rsidRDefault="00C87FA1" w:rsidP="00C87FA1">
      <w:pPr>
        <w:pStyle w:val="Bezodstpw"/>
        <w:spacing w:line="276" w:lineRule="auto"/>
        <w:rPr>
          <w:rFonts w:ascii="Palatino Linotype" w:hAnsi="Palatino Linotype"/>
        </w:rPr>
      </w:pPr>
    </w:p>
    <w:p w14:paraId="6CDB505C" w14:textId="77777777" w:rsidR="00F12039" w:rsidRPr="00624502" w:rsidRDefault="00AC2B03" w:rsidP="008F011C">
      <w:pPr>
        <w:pStyle w:val="Bezodstpw"/>
        <w:spacing w:line="276" w:lineRule="auto"/>
        <w:ind w:firstLine="708"/>
        <w:rPr>
          <w:rFonts w:ascii="Palatino Linotype" w:hAnsi="Palatino Linotype"/>
          <w:i/>
          <w:sz w:val="24"/>
          <w:szCs w:val="24"/>
        </w:rPr>
      </w:pPr>
      <w:r>
        <w:rPr>
          <w:rFonts w:ascii="Palatino Linotype" w:hAnsi="Palatino Linotype"/>
          <w:i/>
          <w:sz w:val="24"/>
          <w:szCs w:val="24"/>
        </w:rPr>
        <w:t>Szanown</w:t>
      </w:r>
      <w:r w:rsidR="002918F9">
        <w:rPr>
          <w:rFonts w:ascii="Palatino Linotype" w:hAnsi="Palatino Linotype"/>
          <w:i/>
          <w:sz w:val="24"/>
          <w:szCs w:val="24"/>
        </w:rPr>
        <w:t>y</w:t>
      </w:r>
      <w:r>
        <w:rPr>
          <w:rFonts w:ascii="Palatino Linotype" w:hAnsi="Palatino Linotype"/>
          <w:i/>
          <w:sz w:val="24"/>
          <w:szCs w:val="24"/>
        </w:rPr>
        <w:t xml:space="preserve"> Pani</w:t>
      </w:r>
      <w:r w:rsidR="002918F9">
        <w:rPr>
          <w:rFonts w:ascii="Palatino Linotype" w:hAnsi="Palatino Linotype"/>
          <w:i/>
          <w:sz w:val="24"/>
          <w:szCs w:val="24"/>
        </w:rPr>
        <w:t>e</w:t>
      </w:r>
      <w:r w:rsidR="006E7875">
        <w:rPr>
          <w:rFonts w:ascii="Palatino Linotype" w:hAnsi="Palatino Linotype"/>
          <w:i/>
          <w:sz w:val="24"/>
          <w:szCs w:val="24"/>
        </w:rPr>
        <w:t xml:space="preserve"> Ministrze</w:t>
      </w:r>
      <w:r w:rsidR="00F12039" w:rsidRPr="00624502">
        <w:rPr>
          <w:rFonts w:ascii="Palatino Linotype" w:hAnsi="Palatino Linotype"/>
          <w:i/>
          <w:sz w:val="24"/>
          <w:szCs w:val="24"/>
        </w:rPr>
        <w:t>,</w:t>
      </w:r>
    </w:p>
    <w:p w14:paraId="34A6C16C" w14:textId="77777777" w:rsidR="00F7275F" w:rsidRDefault="008968A3" w:rsidP="009C315D">
      <w:pPr>
        <w:pStyle w:val="Default"/>
        <w:spacing w:after="120" w:line="276" w:lineRule="auto"/>
        <w:ind w:firstLine="708"/>
        <w:jc w:val="both"/>
        <w:rPr>
          <w:rFonts w:ascii="Palatino Linotype" w:hAnsi="Palatino Linotype" w:cs="Calibri-Italic"/>
          <w:iCs/>
          <w:color w:val="auto"/>
          <w:lang w:eastAsia="pl-PL"/>
        </w:rPr>
      </w:pPr>
      <w:r>
        <w:rPr>
          <w:rFonts w:ascii="Palatino Linotype" w:hAnsi="Palatino Linotype" w:cs="Palatino Linotype"/>
          <w:bCs/>
          <w:color w:val="auto"/>
        </w:rPr>
        <w:t xml:space="preserve">nawiązując do pisma z prośbą o wniesienie uwag do </w:t>
      </w:r>
      <w:r w:rsidR="00CA1032">
        <w:rPr>
          <w:rFonts w:ascii="Palatino Linotype" w:hAnsi="Palatino Linotype" w:cs="Palatino Linotype"/>
          <w:bCs/>
          <w:i/>
          <w:iCs/>
          <w:color w:val="auto"/>
        </w:rPr>
        <w:t>p</w:t>
      </w:r>
      <w:r w:rsidR="00CA1032" w:rsidRPr="00CA1032">
        <w:rPr>
          <w:rFonts w:ascii="Palatino Linotype" w:hAnsi="Palatino Linotype" w:cs="Palatino Linotype"/>
          <w:bCs/>
          <w:i/>
          <w:iCs/>
          <w:color w:val="auto"/>
        </w:rPr>
        <w:t>rojekt</w:t>
      </w:r>
      <w:r w:rsidR="00CA1032">
        <w:rPr>
          <w:rFonts w:ascii="Palatino Linotype" w:hAnsi="Palatino Linotype" w:cs="Palatino Linotype"/>
          <w:bCs/>
          <w:i/>
          <w:iCs/>
          <w:color w:val="auto"/>
        </w:rPr>
        <w:t>u</w:t>
      </w:r>
      <w:r w:rsidR="00CA1032" w:rsidRPr="00CA1032">
        <w:rPr>
          <w:rFonts w:ascii="Palatino Linotype" w:hAnsi="Palatino Linotype" w:cs="Palatino Linotype"/>
          <w:bCs/>
          <w:i/>
          <w:iCs/>
          <w:color w:val="auto"/>
        </w:rPr>
        <w:t xml:space="preserve"> ustawy o zmianie ustawy – Prawo budowlane oraz o zmianie niektórych innych ustaw</w:t>
      </w:r>
      <w:r w:rsidR="006E7875">
        <w:rPr>
          <w:rFonts w:ascii="Palatino Linotype" w:hAnsi="Palatino Linotype" w:cs="Palatino Linotype"/>
          <w:bCs/>
          <w:iCs/>
          <w:color w:val="auto"/>
        </w:rPr>
        <w:t>,</w:t>
      </w:r>
      <w:r w:rsidR="00CA1032" w:rsidRPr="00CA1032">
        <w:rPr>
          <w:rFonts w:ascii="Palatino Linotype" w:hAnsi="Palatino Linotype" w:cs="Palatino Linotype"/>
          <w:bCs/>
          <w:i/>
          <w:iCs/>
          <w:color w:val="auto"/>
        </w:rPr>
        <w:t xml:space="preserve"> </w:t>
      </w:r>
      <w:r>
        <w:rPr>
          <w:rFonts w:ascii="Palatino Linotype" w:hAnsi="Palatino Linotype" w:cs="Palatino Linotype"/>
          <w:bCs/>
          <w:color w:val="auto"/>
        </w:rPr>
        <w:t>w załączeniu przekazuję tabel</w:t>
      </w:r>
      <w:r w:rsidR="0027141F">
        <w:rPr>
          <w:rFonts w:ascii="Palatino Linotype" w:hAnsi="Palatino Linotype" w:cs="Palatino Linotype"/>
          <w:bCs/>
          <w:color w:val="auto"/>
        </w:rPr>
        <w:t>ę</w:t>
      </w:r>
      <w:r>
        <w:rPr>
          <w:rFonts w:ascii="Palatino Linotype" w:hAnsi="Palatino Linotype" w:cs="Palatino Linotype"/>
          <w:bCs/>
          <w:color w:val="auto"/>
        </w:rPr>
        <w:t xml:space="preserve"> zawierającą uwagi do </w:t>
      </w:r>
      <w:r w:rsidR="007B6A74">
        <w:rPr>
          <w:rFonts w:ascii="Palatino Linotype" w:hAnsi="Palatino Linotype" w:cs="Palatino Linotype"/>
          <w:bCs/>
          <w:color w:val="auto"/>
        </w:rPr>
        <w:t xml:space="preserve">tego </w:t>
      </w:r>
      <w:r>
        <w:rPr>
          <w:rFonts w:ascii="Palatino Linotype" w:hAnsi="Palatino Linotype" w:cs="Palatino Linotype"/>
          <w:bCs/>
          <w:color w:val="auto"/>
        </w:rPr>
        <w:t>projektu</w:t>
      </w:r>
      <w:r w:rsidR="00D35B1E">
        <w:rPr>
          <w:rFonts w:ascii="Palatino Linotype" w:hAnsi="Palatino Linotype" w:cs="Calibri-Italic"/>
          <w:iCs/>
          <w:color w:val="auto"/>
          <w:lang w:eastAsia="pl-PL"/>
        </w:rPr>
        <w:t>.</w:t>
      </w:r>
    </w:p>
    <w:p w14:paraId="7C572A91" w14:textId="77777777" w:rsidR="00195AA3" w:rsidRPr="00195AA3" w:rsidRDefault="00195AA3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  <w:i/>
        </w:rPr>
      </w:pPr>
    </w:p>
    <w:p w14:paraId="3708F0D1" w14:textId="77777777" w:rsidR="00C87FA1" w:rsidRPr="002918F9" w:rsidRDefault="007C578A" w:rsidP="00ED3D22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  <w:i/>
        </w:rPr>
        <w:t>Z</w:t>
      </w:r>
      <w:r w:rsidR="001873F2" w:rsidRPr="002918F9">
        <w:rPr>
          <w:rFonts w:ascii="Palatino Linotype" w:hAnsi="Palatino Linotype"/>
          <w:i/>
        </w:rPr>
        <w:t xml:space="preserve"> wyraz</w:t>
      </w:r>
      <w:r w:rsidRPr="002918F9">
        <w:rPr>
          <w:rFonts w:ascii="Palatino Linotype" w:hAnsi="Palatino Linotype"/>
          <w:i/>
        </w:rPr>
        <w:t>ami</w:t>
      </w:r>
      <w:r w:rsidR="001873F2" w:rsidRPr="002918F9">
        <w:rPr>
          <w:rFonts w:ascii="Palatino Linotype" w:hAnsi="Palatino Linotype"/>
          <w:i/>
        </w:rPr>
        <w:t xml:space="preserve"> szacunku</w:t>
      </w:r>
      <w:r w:rsidR="0069171B" w:rsidRPr="002918F9">
        <w:rPr>
          <w:rFonts w:ascii="Palatino Linotype" w:hAnsi="Palatino Linotype"/>
          <w:i/>
        </w:rPr>
        <w:t>,</w:t>
      </w:r>
    </w:p>
    <w:p w14:paraId="6D0B4A61" w14:textId="77777777" w:rsidR="00CB7743" w:rsidRPr="002918F9" w:rsidRDefault="001873F2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  <w:r w:rsidRPr="002918F9">
        <w:rPr>
          <w:rFonts w:ascii="Palatino Linotype" w:hAnsi="Palatino Linotype"/>
        </w:rPr>
        <w:t>Paweł Pietrzyk</w:t>
      </w:r>
    </w:p>
    <w:p w14:paraId="65315DE0" w14:textId="77777777" w:rsidR="00E37DF5" w:rsidRPr="002918F9" w:rsidRDefault="00E37DF5" w:rsidP="006D0D9F">
      <w:pPr>
        <w:pStyle w:val="Tekstpodstawowy"/>
        <w:spacing w:line="276" w:lineRule="auto"/>
        <w:ind w:left="3538"/>
        <w:jc w:val="center"/>
        <w:rPr>
          <w:rFonts w:ascii="Palatino Linotype" w:hAnsi="Palatino Linotype"/>
        </w:rPr>
      </w:pPr>
    </w:p>
    <w:p w14:paraId="31EB5748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</w:rPr>
      </w:pPr>
    </w:p>
    <w:p w14:paraId="2C803721" w14:textId="77777777" w:rsidR="00E37DF5" w:rsidRDefault="00E37DF5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</w:rPr>
      </w:pPr>
    </w:p>
    <w:p w14:paraId="4DCFBBE3" w14:textId="77777777" w:rsidR="00E37DF5" w:rsidRP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  <w:u w:val="single"/>
        </w:rPr>
      </w:pPr>
      <w:r w:rsidRPr="008968A3">
        <w:rPr>
          <w:rFonts w:ascii="Palatino Linotype" w:hAnsi="Palatino Linotype"/>
          <w:sz w:val="22"/>
          <w:szCs w:val="22"/>
          <w:u w:val="single"/>
        </w:rPr>
        <w:t>Zał</w:t>
      </w:r>
      <w:r>
        <w:rPr>
          <w:rFonts w:ascii="Palatino Linotype" w:hAnsi="Palatino Linotype"/>
          <w:sz w:val="22"/>
          <w:szCs w:val="22"/>
          <w:u w:val="single"/>
        </w:rPr>
        <w:t>.</w:t>
      </w:r>
      <w:r w:rsidRPr="008968A3">
        <w:rPr>
          <w:rFonts w:ascii="Palatino Linotype" w:hAnsi="Palatino Linotype"/>
          <w:sz w:val="22"/>
          <w:szCs w:val="22"/>
          <w:u w:val="single"/>
        </w:rPr>
        <w:t>:</w:t>
      </w:r>
    </w:p>
    <w:p w14:paraId="3567D792" w14:textId="77777777" w:rsidR="008968A3" w:rsidRPr="008968A3" w:rsidRDefault="008968A3" w:rsidP="008968A3">
      <w:pPr>
        <w:pStyle w:val="Tekstpodstawowy"/>
        <w:numPr>
          <w:ilvl w:val="0"/>
          <w:numId w:val="24"/>
        </w:numPr>
        <w:spacing w:line="276" w:lineRule="auto"/>
        <w:rPr>
          <w:rFonts w:ascii="Palatino Linotype" w:hAnsi="Palatino Linotype"/>
          <w:sz w:val="22"/>
          <w:szCs w:val="22"/>
        </w:rPr>
      </w:pPr>
      <w:r w:rsidRPr="008968A3">
        <w:rPr>
          <w:rFonts w:ascii="Palatino Linotype" w:hAnsi="Palatino Linotype"/>
          <w:sz w:val="22"/>
          <w:szCs w:val="22"/>
        </w:rPr>
        <w:t>Tabela uwag</w:t>
      </w:r>
    </w:p>
    <w:p w14:paraId="6BC5C94A" w14:textId="77777777" w:rsidR="00E37DF5" w:rsidRPr="008968A3" w:rsidRDefault="00E37DF5" w:rsidP="00E37DF5">
      <w:pPr>
        <w:pStyle w:val="Tekstpodstawowy"/>
        <w:spacing w:line="276" w:lineRule="auto"/>
        <w:rPr>
          <w:rFonts w:ascii="Palatino Linotype" w:hAnsi="Palatino Linotype"/>
          <w:sz w:val="22"/>
          <w:szCs w:val="22"/>
        </w:rPr>
      </w:pPr>
    </w:p>
    <w:p w14:paraId="1DC80024" w14:textId="77777777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</w:rPr>
      </w:pPr>
    </w:p>
    <w:p w14:paraId="1CBA1A0E" w14:textId="77777777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</w:rPr>
      </w:pPr>
    </w:p>
    <w:p w14:paraId="2A864EAC" w14:textId="77777777" w:rsidR="008968A3" w:rsidRDefault="008968A3" w:rsidP="00E37DF5">
      <w:pPr>
        <w:pStyle w:val="Tekstpodstawowy"/>
        <w:spacing w:line="276" w:lineRule="auto"/>
        <w:rPr>
          <w:rFonts w:ascii="Palatino Linotype" w:hAnsi="Palatino Linotype"/>
          <w:sz w:val="18"/>
          <w:szCs w:val="18"/>
        </w:rPr>
      </w:pPr>
    </w:p>
    <w:p w14:paraId="7D84F02D" w14:textId="77777777" w:rsidR="00E37DF5" w:rsidRPr="00E37DF5" w:rsidRDefault="00E37DF5" w:rsidP="00E37DF5">
      <w:pPr>
        <w:pStyle w:val="Tekstpodstawowy"/>
        <w:spacing w:line="276" w:lineRule="auto"/>
        <w:rPr>
          <w:sz w:val="18"/>
          <w:szCs w:val="18"/>
        </w:rPr>
      </w:pPr>
      <w:r w:rsidRPr="00E37DF5">
        <w:rPr>
          <w:rFonts w:ascii="Palatino Linotype" w:hAnsi="Palatino Linotype"/>
          <w:sz w:val="18"/>
          <w:szCs w:val="18"/>
        </w:rPr>
        <w:t>BK</w:t>
      </w:r>
    </w:p>
    <w:sectPr w:rsidR="00E37DF5" w:rsidRPr="00E37DF5" w:rsidSect="00EC41DB">
      <w:footerReference w:type="defaul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E3326" w14:textId="77777777" w:rsidR="00D516D6" w:rsidRDefault="00D516D6" w:rsidP="006013BE">
      <w:r>
        <w:separator/>
      </w:r>
    </w:p>
  </w:endnote>
  <w:endnote w:type="continuationSeparator" w:id="0">
    <w:p w14:paraId="741504F2" w14:textId="77777777" w:rsidR="00D516D6" w:rsidRDefault="00D516D6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FC020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245876E9" wp14:editId="70D681E3">
          <wp:extent cx="1500505" cy="748030"/>
          <wp:effectExtent l="0" t="0" r="0" b="0"/>
          <wp:docPr id="2" name="Obraz 2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7041D8F9" wp14:editId="292DBDDF">
          <wp:extent cx="1581150" cy="757555"/>
          <wp:effectExtent l="0" t="0" r="0" b="0"/>
          <wp:docPr id="3" name="Obraz 3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6A88C1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A0D3AFD" w14:textId="77777777" w:rsidR="004B02A9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  <w:p w14:paraId="489CE4CF" w14:textId="77777777" w:rsidR="003D62A5" w:rsidRPr="007A679D" w:rsidRDefault="003D62A5" w:rsidP="003D62A5">
    <w:pPr>
      <w:pStyle w:val="Stopka"/>
      <w:rPr>
        <w:sz w:val="2"/>
        <w:szCs w:val="2"/>
      </w:rPr>
    </w:pPr>
  </w:p>
  <w:p w14:paraId="4602BE6D" w14:textId="77777777" w:rsidR="00CB7743" w:rsidRPr="007A679D" w:rsidRDefault="00CB7743" w:rsidP="007A679D">
    <w:pPr>
      <w:pStyle w:val="Stopk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6611C" w14:textId="77777777" w:rsidR="004B02A9" w:rsidRDefault="16EE7690" w:rsidP="004B02A9">
    <w:pPr>
      <w:pStyle w:val="Stopka"/>
      <w:jc w:val="center"/>
      <w:rPr>
        <w:rFonts w:ascii="Palatino Linotype" w:hAnsi="Palatino Linotype"/>
      </w:rPr>
    </w:pPr>
    <w:r>
      <w:rPr>
        <w:noProof/>
      </w:rPr>
      <w:drawing>
        <wp:inline distT="0" distB="0" distL="0" distR="0" wp14:anchorId="5AD9DFC3" wp14:editId="736A2E2D">
          <wp:extent cx="1500505" cy="748030"/>
          <wp:effectExtent l="0" t="0" r="0" b="0"/>
          <wp:docPr id="4" name="Obraz 4" descr="logo-AP-PL-pozio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7480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D6AD4">
      <w:tab/>
    </w:r>
    <w:r>
      <w:rPr>
        <w:noProof/>
      </w:rPr>
      <w:drawing>
        <wp:inline distT="0" distB="0" distL="0" distR="0" wp14:anchorId="4B7A7B98" wp14:editId="34E44AD0">
          <wp:extent cx="1581150" cy="757555"/>
          <wp:effectExtent l="0" t="0" r="0" b="0"/>
          <wp:docPr id="5" name="Obraz 5" descr="89927752_313524492939473_314232782471561216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15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A829B1" w14:textId="77777777" w:rsid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24543FD2" w14:textId="77777777" w:rsidR="00CB7743" w:rsidRPr="004B02A9" w:rsidRDefault="004B02A9" w:rsidP="004B02A9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A70CF" w14:textId="77777777" w:rsidR="00D516D6" w:rsidRDefault="00D516D6" w:rsidP="006013BE">
      <w:r>
        <w:separator/>
      </w:r>
    </w:p>
  </w:footnote>
  <w:footnote w:type="continuationSeparator" w:id="0">
    <w:p w14:paraId="6A7686A1" w14:textId="77777777" w:rsidR="00D516D6" w:rsidRDefault="00D516D6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DE563D"/>
    <w:multiLevelType w:val="hybridMultilevel"/>
    <w:tmpl w:val="A2ECD6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BA3E98"/>
    <w:multiLevelType w:val="hybridMultilevel"/>
    <w:tmpl w:val="FCB433F4"/>
    <w:lvl w:ilvl="0" w:tplc="178A63D0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77E8B"/>
    <w:multiLevelType w:val="hybridMultilevel"/>
    <w:tmpl w:val="F484F252"/>
    <w:lvl w:ilvl="0" w:tplc="A26CB2B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8064AB8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plc="0ADABD56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plc="0E32D2E0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plc="830E5082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plc="1D7A350A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plc="2E1C76E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plc="5FB88784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plc="378AF0B6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5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64D4624E"/>
    <w:multiLevelType w:val="hybridMultilevel"/>
    <w:tmpl w:val="F84AE9EE"/>
    <w:lvl w:ilvl="0" w:tplc="C3ECB7E2">
      <w:start w:val="1"/>
      <w:numFmt w:val="decimal"/>
      <w:lvlText w:val="%1."/>
      <w:lvlJc w:val="left"/>
      <w:pPr>
        <w:ind w:left="720" w:hanging="360"/>
      </w:pPr>
      <w:rPr>
        <w:rFonts w:cs="Palatino Linotyp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D5D3E8C"/>
    <w:multiLevelType w:val="hybridMultilevel"/>
    <w:tmpl w:val="55949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3"/>
  </w:num>
  <w:num w:numId="5">
    <w:abstractNumId w:val="2"/>
  </w:num>
  <w:num w:numId="6">
    <w:abstractNumId w:val="5"/>
  </w:num>
  <w:num w:numId="7">
    <w:abstractNumId w:val="4"/>
  </w:num>
  <w:num w:numId="8">
    <w:abstractNumId w:val="19"/>
  </w:num>
  <w:num w:numId="9">
    <w:abstractNumId w:val="7"/>
  </w:num>
  <w:num w:numId="10">
    <w:abstractNumId w:val="0"/>
  </w:num>
  <w:num w:numId="11">
    <w:abstractNumId w:val="1"/>
  </w:num>
  <w:num w:numId="12">
    <w:abstractNumId w:val="15"/>
  </w:num>
  <w:num w:numId="13">
    <w:abstractNumId w:val="11"/>
  </w:num>
  <w:num w:numId="14">
    <w:abstractNumId w:val="17"/>
  </w:num>
  <w:num w:numId="15">
    <w:abstractNumId w:val="16"/>
  </w:num>
  <w:num w:numId="16">
    <w:abstractNumId w:val="20"/>
  </w:num>
  <w:num w:numId="17">
    <w:abstractNumId w:val="12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4"/>
  </w:num>
  <w:num w:numId="21">
    <w:abstractNumId w:val="18"/>
  </w:num>
  <w:num w:numId="22">
    <w:abstractNumId w:val="22"/>
  </w:num>
  <w:num w:numId="23">
    <w:abstractNumId w:val="9"/>
  </w:num>
  <w:num w:numId="2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15D"/>
    <w:rsid w:val="000008D4"/>
    <w:rsid w:val="00001CD9"/>
    <w:rsid w:val="00005667"/>
    <w:rsid w:val="00017D3F"/>
    <w:rsid w:val="000246AA"/>
    <w:rsid w:val="00025134"/>
    <w:rsid w:val="00027B60"/>
    <w:rsid w:val="00037472"/>
    <w:rsid w:val="000379FF"/>
    <w:rsid w:val="00044F3D"/>
    <w:rsid w:val="0004792E"/>
    <w:rsid w:val="00056720"/>
    <w:rsid w:val="00062DEA"/>
    <w:rsid w:val="000668AC"/>
    <w:rsid w:val="00067FC5"/>
    <w:rsid w:val="00073294"/>
    <w:rsid w:val="00074753"/>
    <w:rsid w:val="000758E0"/>
    <w:rsid w:val="00081A56"/>
    <w:rsid w:val="00083E5F"/>
    <w:rsid w:val="00092876"/>
    <w:rsid w:val="000A44F0"/>
    <w:rsid w:val="000B01CD"/>
    <w:rsid w:val="000B0889"/>
    <w:rsid w:val="000C1B23"/>
    <w:rsid w:val="000C1FD4"/>
    <w:rsid w:val="000C580E"/>
    <w:rsid w:val="000D11E0"/>
    <w:rsid w:val="000D4558"/>
    <w:rsid w:val="000D5C92"/>
    <w:rsid w:val="000E01A8"/>
    <w:rsid w:val="000E609C"/>
    <w:rsid w:val="000F4555"/>
    <w:rsid w:val="000F468C"/>
    <w:rsid w:val="00114C09"/>
    <w:rsid w:val="00115DF0"/>
    <w:rsid w:val="00117918"/>
    <w:rsid w:val="0012176C"/>
    <w:rsid w:val="001223FA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3F2"/>
    <w:rsid w:val="00187482"/>
    <w:rsid w:val="00193072"/>
    <w:rsid w:val="001958B2"/>
    <w:rsid w:val="00195AA3"/>
    <w:rsid w:val="001A1461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E56E3"/>
    <w:rsid w:val="001E77F2"/>
    <w:rsid w:val="001F3C19"/>
    <w:rsid w:val="0020425C"/>
    <w:rsid w:val="00214043"/>
    <w:rsid w:val="00214831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141F"/>
    <w:rsid w:val="0027388D"/>
    <w:rsid w:val="00276231"/>
    <w:rsid w:val="00286AAC"/>
    <w:rsid w:val="00286C61"/>
    <w:rsid w:val="002918F9"/>
    <w:rsid w:val="00294456"/>
    <w:rsid w:val="00296A4A"/>
    <w:rsid w:val="002A32E5"/>
    <w:rsid w:val="002A3AF5"/>
    <w:rsid w:val="002A7906"/>
    <w:rsid w:val="002B5065"/>
    <w:rsid w:val="002C182E"/>
    <w:rsid w:val="002C4738"/>
    <w:rsid w:val="002D1ABB"/>
    <w:rsid w:val="002D4D24"/>
    <w:rsid w:val="002D590A"/>
    <w:rsid w:val="002E1CC2"/>
    <w:rsid w:val="002E32DC"/>
    <w:rsid w:val="002E6465"/>
    <w:rsid w:val="002F0B39"/>
    <w:rsid w:val="002F0B45"/>
    <w:rsid w:val="002F36EB"/>
    <w:rsid w:val="002F5D69"/>
    <w:rsid w:val="002F5E2B"/>
    <w:rsid w:val="002F5FCB"/>
    <w:rsid w:val="002F69AE"/>
    <w:rsid w:val="00306C21"/>
    <w:rsid w:val="00307613"/>
    <w:rsid w:val="00307D94"/>
    <w:rsid w:val="00320EB7"/>
    <w:rsid w:val="003247DA"/>
    <w:rsid w:val="00331FB0"/>
    <w:rsid w:val="00332BB7"/>
    <w:rsid w:val="00336F6F"/>
    <w:rsid w:val="00337DC3"/>
    <w:rsid w:val="00337EE2"/>
    <w:rsid w:val="00344F05"/>
    <w:rsid w:val="00352A62"/>
    <w:rsid w:val="00356467"/>
    <w:rsid w:val="00361355"/>
    <w:rsid w:val="00366373"/>
    <w:rsid w:val="00370C0B"/>
    <w:rsid w:val="003746CD"/>
    <w:rsid w:val="00374809"/>
    <w:rsid w:val="003817E4"/>
    <w:rsid w:val="00383CAB"/>
    <w:rsid w:val="00391109"/>
    <w:rsid w:val="003935F5"/>
    <w:rsid w:val="00394DCD"/>
    <w:rsid w:val="00396189"/>
    <w:rsid w:val="003A3D6C"/>
    <w:rsid w:val="003B19F2"/>
    <w:rsid w:val="003C2ACF"/>
    <w:rsid w:val="003C3B81"/>
    <w:rsid w:val="003C4EC4"/>
    <w:rsid w:val="003C5F91"/>
    <w:rsid w:val="003D4A8F"/>
    <w:rsid w:val="003D5489"/>
    <w:rsid w:val="003D62A5"/>
    <w:rsid w:val="003E58AA"/>
    <w:rsid w:val="003E7184"/>
    <w:rsid w:val="003F0A6A"/>
    <w:rsid w:val="003F273A"/>
    <w:rsid w:val="003F2850"/>
    <w:rsid w:val="003F48FF"/>
    <w:rsid w:val="003F5093"/>
    <w:rsid w:val="003F55B3"/>
    <w:rsid w:val="00404D5B"/>
    <w:rsid w:val="00405915"/>
    <w:rsid w:val="0041185E"/>
    <w:rsid w:val="004146FC"/>
    <w:rsid w:val="004157BE"/>
    <w:rsid w:val="00424762"/>
    <w:rsid w:val="004249D4"/>
    <w:rsid w:val="004250E3"/>
    <w:rsid w:val="00432ED0"/>
    <w:rsid w:val="00434767"/>
    <w:rsid w:val="00435648"/>
    <w:rsid w:val="00441B1C"/>
    <w:rsid w:val="00442693"/>
    <w:rsid w:val="00446F1D"/>
    <w:rsid w:val="00451E22"/>
    <w:rsid w:val="00455C33"/>
    <w:rsid w:val="00455D5A"/>
    <w:rsid w:val="00461323"/>
    <w:rsid w:val="00465F82"/>
    <w:rsid w:val="004676E8"/>
    <w:rsid w:val="004703FD"/>
    <w:rsid w:val="00470463"/>
    <w:rsid w:val="0048185D"/>
    <w:rsid w:val="004841FB"/>
    <w:rsid w:val="00485E47"/>
    <w:rsid w:val="004874FC"/>
    <w:rsid w:val="0048765E"/>
    <w:rsid w:val="00495EC0"/>
    <w:rsid w:val="004A0D71"/>
    <w:rsid w:val="004B02A9"/>
    <w:rsid w:val="004B0FF7"/>
    <w:rsid w:val="004B3249"/>
    <w:rsid w:val="004B5C0D"/>
    <w:rsid w:val="004D0C4A"/>
    <w:rsid w:val="004D48E8"/>
    <w:rsid w:val="004E0747"/>
    <w:rsid w:val="004E2666"/>
    <w:rsid w:val="004F259C"/>
    <w:rsid w:val="00501D38"/>
    <w:rsid w:val="00512D8C"/>
    <w:rsid w:val="00513234"/>
    <w:rsid w:val="00517B86"/>
    <w:rsid w:val="00521F96"/>
    <w:rsid w:val="00527F0C"/>
    <w:rsid w:val="00533CBE"/>
    <w:rsid w:val="005356C3"/>
    <w:rsid w:val="00540E35"/>
    <w:rsid w:val="00542442"/>
    <w:rsid w:val="00544AB4"/>
    <w:rsid w:val="005461ED"/>
    <w:rsid w:val="00547CD3"/>
    <w:rsid w:val="00550098"/>
    <w:rsid w:val="005536AA"/>
    <w:rsid w:val="00553940"/>
    <w:rsid w:val="005638F1"/>
    <w:rsid w:val="005659E0"/>
    <w:rsid w:val="00565FB9"/>
    <w:rsid w:val="00570CA9"/>
    <w:rsid w:val="00571CA4"/>
    <w:rsid w:val="00573A8C"/>
    <w:rsid w:val="00577760"/>
    <w:rsid w:val="005906CA"/>
    <w:rsid w:val="00594D8C"/>
    <w:rsid w:val="00595459"/>
    <w:rsid w:val="005A581C"/>
    <w:rsid w:val="005B3051"/>
    <w:rsid w:val="005C2EA4"/>
    <w:rsid w:val="005C5C3D"/>
    <w:rsid w:val="005C5DFD"/>
    <w:rsid w:val="005C78FA"/>
    <w:rsid w:val="005D2A25"/>
    <w:rsid w:val="005D4500"/>
    <w:rsid w:val="005E258F"/>
    <w:rsid w:val="005E25FB"/>
    <w:rsid w:val="005E2E81"/>
    <w:rsid w:val="005E3CB4"/>
    <w:rsid w:val="005F1460"/>
    <w:rsid w:val="005F315B"/>
    <w:rsid w:val="005F4DB4"/>
    <w:rsid w:val="005F50AC"/>
    <w:rsid w:val="005F5F75"/>
    <w:rsid w:val="00600F10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44AF2"/>
    <w:rsid w:val="00652E55"/>
    <w:rsid w:val="00665216"/>
    <w:rsid w:val="006658E0"/>
    <w:rsid w:val="00665A54"/>
    <w:rsid w:val="00677715"/>
    <w:rsid w:val="00684E5D"/>
    <w:rsid w:val="00686544"/>
    <w:rsid w:val="0068746D"/>
    <w:rsid w:val="00691322"/>
    <w:rsid w:val="0069171B"/>
    <w:rsid w:val="00692E29"/>
    <w:rsid w:val="0069433A"/>
    <w:rsid w:val="006A0D9F"/>
    <w:rsid w:val="006A32D6"/>
    <w:rsid w:val="006B6F96"/>
    <w:rsid w:val="006C1D4B"/>
    <w:rsid w:val="006C64B0"/>
    <w:rsid w:val="006D0D9F"/>
    <w:rsid w:val="006D3734"/>
    <w:rsid w:val="006E1EFF"/>
    <w:rsid w:val="006E5283"/>
    <w:rsid w:val="006E65FA"/>
    <w:rsid w:val="006E6D63"/>
    <w:rsid w:val="006E7875"/>
    <w:rsid w:val="006E7F79"/>
    <w:rsid w:val="006F1C25"/>
    <w:rsid w:val="006F7236"/>
    <w:rsid w:val="006F72D9"/>
    <w:rsid w:val="0070623A"/>
    <w:rsid w:val="0071120F"/>
    <w:rsid w:val="0071148C"/>
    <w:rsid w:val="0071491C"/>
    <w:rsid w:val="007154C8"/>
    <w:rsid w:val="007157A5"/>
    <w:rsid w:val="0072760E"/>
    <w:rsid w:val="0073041A"/>
    <w:rsid w:val="00730DBC"/>
    <w:rsid w:val="007353CB"/>
    <w:rsid w:val="00735968"/>
    <w:rsid w:val="00737181"/>
    <w:rsid w:val="007375A2"/>
    <w:rsid w:val="00744BAB"/>
    <w:rsid w:val="00745CE2"/>
    <w:rsid w:val="00745E3D"/>
    <w:rsid w:val="007527E6"/>
    <w:rsid w:val="00752D01"/>
    <w:rsid w:val="00753F01"/>
    <w:rsid w:val="00757154"/>
    <w:rsid w:val="00762F51"/>
    <w:rsid w:val="00763450"/>
    <w:rsid w:val="0076354B"/>
    <w:rsid w:val="007636A9"/>
    <w:rsid w:val="00765856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B6A74"/>
    <w:rsid w:val="007C1847"/>
    <w:rsid w:val="007C19E9"/>
    <w:rsid w:val="007C578A"/>
    <w:rsid w:val="007C77B2"/>
    <w:rsid w:val="007D008F"/>
    <w:rsid w:val="007D2927"/>
    <w:rsid w:val="007D5C05"/>
    <w:rsid w:val="007D7429"/>
    <w:rsid w:val="007E0E3D"/>
    <w:rsid w:val="007E3F9E"/>
    <w:rsid w:val="007F0E92"/>
    <w:rsid w:val="007F4E56"/>
    <w:rsid w:val="008022BE"/>
    <w:rsid w:val="00807148"/>
    <w:rsid w:val="008137CA"/>
    <w:rsid w:val="00813A7E"/>
    <w:rsid w:val="00824423"/>
    <w:rsid w:val="008254BC"/>
    <w:rsid w:val="008266CA"/>
    <w:rsid w:val="00831FD9"/>
    <w:rsid w:val="0083205D"/>
    <w:rsid w:val="00836C5A"/>
    <w:rsid w:val="00843F04"/>
    <w:rsid w:val="008462AE"/>
    <w:rsid w:val="00856123"/>
    <w:rsid w:val="008574A4"/>
    <w:rsid w:val="0086245E"/>
    <w:rsid w:val="0086356C"/>
    <w:rsid w:val="00867B2A"/>
    <w:rsid w:val="00872D32"/>
    <w:rsid w:val="008731A6"/>
    <w:rsid w:val="00890D22"/>
    <w:rsid w:val="00894C31"/>
    <w:rsid w:val="008968A3"/>
    <w:rsid w:val="008A0A91"/>
    <w:rsid w:val="008B1938"/>
    <w:rsid w:val="008B236A"/>
    <w:rsid w:val="008B7245"/>
    <w:rsid w:val="008D2E92"/>
    <w:rsid w:val="008D4490"/>
    <w:rsid w:val="008E0CD1"/>
    <w:rsid w:val="008E31DC"/>
    <w:rsid w:val="008E4FE6"/>
    <w:rsid w:val="008E7471"/>
    <w:rsid w:val="008F011C"/>
    <w:rsid w:val="008F30A2"/>
    <w:rsid w:val="008F3D0A"/>
    <w:rsid w:val="00903383"/>
    <w:rsid w:val="00913B46"/>
    <w:rsid w:val="0091617A"/>
    <w:rsid w:val="00916BCB"/>
    <w:rsid w:val="00942514"/>
    <w:rsid w:val="0094267D"/>
    <w:rsid w:val="00946059"/>
    <w:rsid w:val="00947373"/>
    <w:rsid w:val="0095063C"/>
    <w:rsid w:val="009570A1"/>
    <w:rsid w:val="009625A3"/>
    <w:rsid w:val="009643BE"/>
    <w:rsid w:val="009773FC"/>
    <w:rsid w:val="009810F5"/>
    <w:rsid w:val="009850B1"/>
    <w:rsid w:val="009875C1"/>
    <w:rsid w:val="00990D97"/>
    <w:rsid w:val="0099103A"/>
    <w:rsid w:val="0099165A"/>
    <w:rsid w:val="00991A2B"/>
    <w:rsid w:val="0099251C"/>
    <w:rsid w:val="00996D4F"/>
    <w:rsid w:val="00997F97"/>
    <w:rsid w:val="009A0A07"/>
    <w:rsid w:val="009A58E2"/>
    <w:rsid w:val="009B178B"/>
    <w:rsid w:val="009B493C"/>
    <w:rsid w:val="009B6FB3"/>
    <w:rsid w:val="009C0E02"/>
    <w:rsid w:val="009C0F6F"/>
    <w:rsid w:val="009C315D"/>
    <w:rsid w:val="009C4688"/>
    <w:rsid w:val="009C61FB"/>
    <w:rsid w:val="009D4715"/>
    <w:rsid w:val="009D6094"/>
    <w:rsid w:val="009E3908"/>
    <w:rsid w:val="009F22E6"/>
    <w:rsid w:val="00A047CB"/>
    <w:rsid w:val="00A10E9C"/>
    <w:rsid w:val="00A13877"/>
    <w:rsid w:val="00A148CB"/>
    <w:rsid w:val="00A24C13"/>
    <w:rsid w:val="00A342EB"/>
    <w:rsid w:val="00A44E57"/>
    <w:rsid w:val="00A50686"/>
    <w:rsid w:val="00A528B9"/>
    <w:rsid w:val="00A54DFA"/>
    <w:rsid w:val="00A64817"/>
    <w:rsid w:val="00A658B6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C0581"/>
    <w:rsid w:val="00AC0941"/>
    <w:rsid w:val="00AC2B03"/>
    <w:rsid w:val="00AC5970"/>
    <w:rsid w:val="00AC6A2D"/>
    <w:rsid w:val="00AD5A11"/>
    <w:rsid w:val="00AE231C"/>
    <w:rsid w:val="00AE339B"/>
    <w:rsid w:val="00AE6CF8"/>
    <w:rsid w:val="00AF4B95"/>
    <w:rsid w:val="00AF5968"/>
    <w:rsid w:val="00B0336C"/>
    <w:rsid w:val="00B1009D"/>
    <w:rsid w:val="00B12B52"/>
    <w:rsid w:val="00B138B6"/>
    <w:rsid w:val="00B21814"/>
    <w:rsid w:val="00B24465"/>
    <w:rsid w:val="00B25542"/>
    <w:rsid w:val="00B30849"/>
    <w:rsid w:val="00B32A48"/>
    <w:rsid w:val="00B35600"/>
    <w:rsid w:val="00B40D52"/>
    <w:rsid w:val="00B40EA7"/>
    <w:rsid w:val="00B5444C"/>
    <w:rsid w:val="00B61638"/>
    <w:rsid w:val="00B642D4"/>
    <w:rsid w:val="00B64B7E"/>
    <w:rsid w:val="00B66585"/>
    <w:rsid w:val="00B714A5"/>
    <w:rsid w:val="00B7207A"/>
    <w:rsid w:val="00B73AB8"/>
    <w:rsid w:val="00B77EFF"/>
    <w:rsid w:val="00B837BD"/>
    <w:rsid w:val="00BA1978"/>
    <w:rsid w:val="00BA3EA6"/>
    <w:rsid w:val="00BB0950"/>
    <w:rsid w:val="00BB2A22"/>
    <w:rsid w:val="00BB42B8"/>
    <w:rsid w:val="00BB56A2"/>
    <w:rsid w:val="00BC3803"/>
    <w:rsid w:val="00BD110D"/>
    <w:rsid w:val="00BD54DB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10698"/>
    <w:rsid w:val="00C12E08"/>
    <w:rsid w:val="00C22079"/>
    <w:rsid w:val="00C2305D"/>
    <w:rsid w:val="00C32DE5"/>
    <w:rsid w:val="00C42A6E"/>
    <w:rsid w:val="00C46238"/>
    <w:rsid w:val="00C46EF3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32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A9C"/>
    <w:rsid w:val="00CC5604"/>
    <w:rsid w:val="00CD72A7"/>
    <w:rsid w:val="00CD7DF2"/>
    <w:rsid w:val="00CF0516"/>
    <w:rsid w:val="00CF5AE3"/>
    <w:rsid w:val="00D06DA4"/>
    <w:rsid w:val="00D101B7"/>
    <w:rsid w:val="00D14CD2"/>
    <w:rsid w:val="00D1547F"/>
    <w:rsid w:val="00D23081"/>
    <w:rsid w:val="00D31473"/>
    <w:rsid w:val="00D35B1E"/>
    <w:rsid w:val="00D516D6"/>
    <w:rsid w:val="00D51EDA"/>
    <w:rsid w:val="00D52EEB"/>
    <w:rsid w:val="00D53B18"/>
    <w:rsid w:val="00D55462"/>
    <w:rsid w:val="00D57119"/>
    <w:rsid w:val="00D622DA"/>
    <w:rsid w:val="00D6429D"/>
    <w:rsid w:val="00D67000"/>
    <w:rsid w:val="00D71637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2414"/>
    <w:rsid w:val="00DC578E"/>
    <w:rsid w:val="00DD3CF7"/>
    <w:rsid w:val="00DD42A0"/>
    <w:rsid w:val="00DD6AD4"/>
    <w:rsid w:val="00DF0661"/>
    <w:rsid w:val="00DF4EDC"/>
    <w:rsid w:val="00DF76C5"/>
    <w:rsid w:val="00E05839"/>
    <w:rsid w:val="00E10C62"/>
    <w:rsid w:val="00E15652"/>
    <w:rsid w:val="00E16A88"/>
    <w:rsid w:val="00E17B0D"/>
    <w:rsid w:val="00E2118E"/>
    <w:rsid w:val="00E216B6"/>
    <w:rsid w:val="00E33142"/>
    <w:rsid w:val="00E35583"/>
    <w:rsid w:val="00E3734B"/>
    <w:rsid w:val="00E37DF5"/>
    <w:rsid w:val="00E41588"/>
    <w:rsid w:val="00E42539"/>
    <w:rsid w:val="00E47390"/>
    <w:rsid w:val="00E6531A"/>
    <w:rsid w:val="00E65506"/>
    <w:rsid w:val="00E67AD9"/>
    <w:rsid w:val="00E67F62"/>
    <w:rsid w:val="00E704B3"/>
    <w:rsid w:val="00E732E0"/>
    <w:rsid w:val="00E76984"/>
    <w:rsid w:val="00E81AB8"/>
    <w:rsid w:val="00E8204F"/>
    <w:rsid w:val="00E83D4C"/>
    <w:rsid w:val="00E83F9D"/>
    <w:rsid w:val="00E857EE"/>
    <w:rsid w:val="00E9108A"/>
    <w:rsid w:val="00E93612"/>
    <w:rsid w:val="00E95001"/>
    <w:rsid w:val="00E953FB"/>
    <w:rsid w:val="00EB2D2F"/>
    <w:rsid w:val="00EC1246"/>
    <w:rsid w:val="00EC14C9"/>
    <w:rsid w:val="00EC41DB"/>
    <w:rsid w:val="00ED3D2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598A"/>
    <w:rsid w:val="00F2641A"/>
    <w:rsid w:val="00F3351A"/>
    <w:rsid w:val="00F34479"/>
    <w:rsid w:val="00F441E6"/>
    <w:rsid w:val="00F44294"/>
    <w:rsid w:val="00F52CED"/>
    <w:rsid w:val="00F55848"/>
    <w:rsid w:val="00F61FAB"/>
    <w:rsid w:val="00F650C8"/>
    <w:rsid w:val="00F71300"/>
    <w:rsid w:val="00F7275F"/>
    <w:rsid w:val="00F926CE"/>
    <w:rsid w:val="00FA0332"/>
    <w:rsid w:val="00FA5449"/>
    <w:rsid w:val="00FB61BE"/>
    <w:rsid w:val="00FE5222"/>
    <w:rsid w:val="00FE58C5"/>
    <w:rsid w:val="00FF1B29"/>
    <w:rsid w:val="00FF2A4A"/>
    <w:rsid w:val="00FF2E96"/>
    <w:rsid w:val="00FF5978"/>
    <w:rsid w:val="06842167"/>
    <w:rsid w:val="16EE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22874E"/>
  <w15:docId w15:val="{3C965CB3-8CCD-4B06-B8DB-224AA1E0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44E57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krawczyk\Documents\Blankiet_ND_do_NAC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FFD7B2A69961647A095FF8CE5F6F329" ma:contentTypeVersion="4" ma:contentTypeDescription="Utwórz nowy dokument." ma:contentTypeScope="" ma:versionID="3cfdec22b5e503895551697b3dfc8312">
  <xsd:schema xmlns:xsd="http://www.w3.org/2001/XMLSchema" xmlns:xs="http://www.w3.org/2001/XMLSchema" xmlns:p="http://schemas.microsoft.com/office/2006/metadata/properties" xmlns:ns2="61abcea0-8d6d-4937-9d63-727d1c29fe3a" targetNamespace="http://schemas.microsoft.com/office/2006/metadata/properties" ma:root="true" ma:fieldsID="ab3bcdd833528019b2d13e9f6805b72e" ns2:_="">
    <xsd:import namespace="61abcea0-8d6d-4937-9d63-727d1c29fe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abcea0-8d6d-4937-9d63-727d1c29f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C33413-A3F9-41A4-A2DF-4E955E14B5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9F8FF5-3C94-4F9D-A7EF-10E3EEB4A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0128E0-B9C2-4E1A-A90C-707F8FC94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abcea0-8d6d-4937-9d63-727d1c29f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521CB8-BC51-4655-B9F1-AF38C417EA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Blankiet_ND_do_NAC.dotx</Template>
  <TotalTime>11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47/2008</vt:lpstr>
    </vt:vector>
  </TitlesOfParts>
  <Company>Archiwow Panstwowych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47/2008</dc:title>
  <dc:subject/>
  <dc:creator>Krawczyk Karol</dc:creator>
  <cp:keywords/>
  <cp:lastModifiedBy>Pietrzyk Paweł</cp:lastModifiedBy>
  <cp:revision>5</cp:revision>
  <cp:lastPrinted>2018-01-15T09:14:00Z</cp:lastPrinted>
  <dcterms:created xsi:type="dcterms:W3CDTF">2021-08-18T13:16:00Z</dcterms:created>
  <dcterms:modified xsi:type="dcterms:W3CDTF">2021-08-22T11:45:00Z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0x0101007FFD7B2A69961647A095FF8CE5F6F329</vt:lpwstr>
  </property>
</Properties>
</file>